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62488D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767854">
        <w:rPr>
          <w:rFonts w:ascii="Verdana" w:hAnsi="Verdana"/>
          <w:b/>
        </w:rPr>
        <w:t>„</w:t>
      </w:r>
      <w:bookmarkEnd w:id="0"/>
      <w:r w:rsidR="00767854">
        <w:rPr>
          <w:rFonts w:ascii="Verdana" w:hAnsi="Verdana"/>
          <w:b/>
        </w:rPr>
        <w:t xml:space="preserve">Údržba, opravy a odstraňování závad u SPS v obvodu OŘ OVA 2024 - Střítež u Českého Těšína ON – Optimalizace budovy zastávky“ </w:t>
      </w:r>
      <w:r w:rsidR="00767854">
        <w:rPr>
          <w:rFonts w:ascii="Verdana" w:hAnsi="Verdana"/>
        </w:rPr>
        <w:t xml:space="preserve">č.j. </w:t>
      </w:r>
      <w:r w:rsidR="002509AD" w:rsidRPr="002509AD">
        <w:rPr>
          <w:rFonts w:ascii="Verdana" w:hAnsi="Verdana"/>
        </w:rPr>
        <w:t>26274</w:t>
      </w:r>
      <w:r w:rsidR="00767854">
        <w:rPr>
          <w:rFonts w:ascii="Verdana" w:hAnsi="Verdana"/>
        </w:rPr>
        <w:t xml:space="preserve">/2024-SŽ-OŘ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2509A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2509A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2509A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C2832"/>
    <w:rsid w:val="00207DF5"/>
    <w:rsid w:val="002509AD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34F63"/>
    <w:rsid w:val="00743525"/>
    <w:rsid w:val="00753004"/>
    <w:rsid w:val="0076286B"/>
    <w:rsid w:val="00766846"/>
    <w:rsid w:val="00767854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151A7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07FC0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C2832"/>
    <w:rsid w:val="00390121"/>
    <w:rsid w:val="0049171C"/>
    <w:rsid w:val="00710200"/>
    <w:rsid w:val="00734F63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80</TotalTime>
  <Pages>2</Pages>
  <Words>491</Words>
  <Characters>2902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11</cp:revision>
  <cp:lastPrinted>2017-11-28T17:18:00Z</cp:lastPrinted>
  <dcterms:created xsi:type="dcterms:W3CDTF">2023-11-16T10:29:00Z</dcterms:created>
  <dcterms:modified xsi:type="dcterms:W3CDTF">2024-06-21T07:29:00Z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